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02091" w14:textId="2E28695E" w:rsidR="00E81FC0" w:rsidRPr="00917C31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  <w:r w:rsidRPr="00917C31">
        <w:rPr>
          <w:rFonts w:eastAsia="Times New Roman" w:cs="Calibri"/>
          <w:b/>
          <w:bCs/>
          <w:sz w:val="32"/>
          <w:szCs w:val="32"/>
        </w:rPr>
        <w:t>Oświadczenie</w:t>
      </w:r>
      <w:r>
        <w:rPr>
          <w:rStyle w:val="Odwoanieprzypisudolnego"/>
          <w:rFonts w:eastAsia="Times New Roman" w:cs="Calibri"/>
          <w:b/>
          <w:bCs/>
          <w:sz w:val="32"/>
          <w:szCs w:val="32"/>
        </w:rPr>
        <w:footnoteReference w:id="1"/>
      </w:r>
    </w:p>
    <w:p w14:paraId="36BE5A6E" w14:textId="4D8BB810" w:rsidR="00E81FC0" w:rsidRPr="00917C31" w:rsidRDefault="00E81FC0" w:rsidP="00E81FC0">
      <w:pPr>
        <w:spacing w:after="0" w:line="240" w:lineRule="auto"/>
        <w:jc w:val="center"/>
        <w:rPr>
          <w:rFonts w:eastAsia="Times New Roman" w:cs="Calibri"/>
          <w:b/>
        </w:rPr>
      </w:pPr>
      <w:r w:rsidRPr="00917C31">
        <w:rPr>
          <w:rFonts w:eastAsia="Times New Roman" w:cs="Calibri"/>
          <w:b/>
        </w:rPr>
        <w:t xml:space="preserve">składane na podstawie art. 125 ust. 1 ustawy </w:t>
      </w:r>
      <w:proofErr w:type="spellStart"/>
      <w:r w:rsidRPr="00917C31">
        <w:rPr>
          <w:rFonts w:eastAsia="Times New Roman" w:cs="Calibri"/>
          <w:b/>
        </w:rPr>
        <w:t>Pzp</w:t>
      </w:r>
      <w:proofErr w:type="spellEnd"/>
      <w:r w:rsidRPr="00917C31">
        <w:rPr>
          <w:rFonts w:eastAsia="Times New Roman" w:cs="Calibri"/>
          <w:b/>
        </w:rPr>
        <w:t xml:space="preserve">, </w:t>
      </w:r>
    </w:p>
    <w:p w14:paraId="3F9FFC30" w14:textId="4B95FB18" w:rsidR="00E81FC0" w:rsidRDefault="00E81FC0" w:rsidP="00E81FC0">
      <w:pPr>
        <w:suppressAutoHyphens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BZP/271/</w:t>
      </w:r>
      <w:r w:rsidR="00D632F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15</w:t>
      </w:r>
      <w:r w:rsidR="009353A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8</w:t>
      </w: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/202</w:t>
      </w:r>
      <w:r w:rsidR="00AC218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5</w:t>
      </w:r>
    </w:p>
    <w:p w14:paraId="46366EF8" w14:textId="77777777" w:rsidR="00984AC6" w:rsidRDefault="00984AC6" w:rsidP="00C42DF2">
      <w:pPr>
        <w:suppressAutoHyphens/>
        <w:spacing w:after="0" w:line="240" w:lineRule="auto"/>
        <w:jc w:val="center"/>
        <w:textAlignment w:val="baseline"/>
        <w:rPr>
          <w:rFonts w:asciiTheme="minorHAnsi" w:hAnsiTheme="minorHAnsi" w:cstheme="minorHAnsi"/>
          <w:b/>
        </w:rPr>
      </w:pPr>
    </w:p>
    <w:p w14:paraId="1E860A39" w14:textId="5A295107" w:rsidR="00C42DF2" w:rsidRPr="00917C31" w:rsidRDefault="00D632F1" w:rsidP="00C42DF2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</w:rPr>
        <w:t xml:space="preserve">Zagospodarowanie turystyczne </w:t>
      </w:r>
      <w:r w:rsidR="009353AB">
        <w:rPr>
          <w:rFonts w:asciiTheme="minorHAnsi" w:hAnsiTheme="minorHAnsi" w:cstheme="minorHAnsi"/>
          <w:b/>
        </w:rPr>
        <w:t>terenu w miejscowości Droginia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1621"/>
        <w:gridCol w:w="1154"/>
        <w:gridCol w:w="1634"/>
        <w:gridCol w:w="2100"/>
        <w:gridCol w:w="836"/>
        <w:gridCol w:w="2133"/>
      </w:tblGrid>
      <w:tr w:rsidR="00E81FC0" w:rsidRPr="00917C31" w14:paraId="761B6ABF" w14:textId="77777777" w:rsidTr="003009BC">
        <w:trPr>
          <w:trHeight w:val="507"/>
          <w:jc w:val="center"/>
        </w:trPr>
        <w:tc>
          <w:tcPr>
            <w:tcW w:w="2628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14:paraId="2AF49DD0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Nazwa Wykonawcy:</w:t>
            </w:r>
          </w:p>
        </w:tc>
        <w:tc>
          <w:tcPr>
            <w:tcW w:w="7857" w:type="dxa"/>
            <w:gridSpan w:val="5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05570304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09FE8CEB" w14:textId="77777777" w:rsidTr="003009BC">
        <w:trPr>
          <w:trHeight w:val="552"/>
          <w:jc w:val="center"/>
        </w:trPr>
        <w:tc>
          <w:tcPr>
            <w:tcW w:w="1007" w:type="dxa"/>
            <w:noWrap/>
            <w:vAlign w:val="center"/>
            <w:hideMark/>
          </w:tcPr>
          <w:p w14:paraId="14DB075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31B65CD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noWrap/>
            <w:vAlign w:val="center"/>
            <w:hideMark/>
          </w:tcPr>
          <w:p w14:paraId="3C158192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domu:</w:t>
            </w:r>
          </w:p>
        </w:tc>
        <w:tc>
          <w:tcPr>
            <w:tcW w:w="2100" w:type="dxa"/>
            <w:shd w:val="clear" w:color="auto" w:fill="EAF1DD"/>
            <w:noWrap/>
            <w:vAlign w:val="center"/>
            <w:hideMark/>
          </w:tcPr>
          <w:p w14:paraId="20189E7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6" w:type="dxa"/>
            <w:noWrap/>
            <w:vAlign w:val="center"/>
            <w:hideMark/>
          </w:tcPr>
          <w:p w14:paraId="6B84590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lokalu:</w:t>
            </w:r>
          </w:p>
        </w:tc>
        <w:tc>
          <w:tcPr>
            <w:tcW w:w="2133" w:type="dxa"/>
            <w:shd w:val="clear" w:color="auto" w:fill="EAF1DD"/>
            <w:noWrap/>
            <w:vAlign w:val="center"/>
            <w:hideMark/>
          </w:tcPr>
          <w:p w14:paraId="4F584FE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1236620C" w14:textId="77777777" w:rsidTr="003009BC">
        <w:trPr>
          <w:trHeight w:val="552"/>
          <w:jc w:val="center"/>
        </w:trPr>
        <w:tc>
          <w:tcPr>
            <w:tcW w:w="1007" w:type="dxa"/>
            <w:noWrap/>
            <w:vAlign w:val="center"/>
            <w:hideMark/>
          </w:tcPr>
          <w:p w14:paraId="0570BCBC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kod: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510535F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noWrap/>
            <w:vAlign w:val="center"/>
            <w:hideMark/>
          </w:tcPr>
          <w:p w14:paraId="4FF40B0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5069" w:type="dxa"/>
            <w:gridSpan w:val="3"/>
            <w:shd w:val="clear" w:color="auto" w:fill="EAF1DD"/>
            <w:vAlign w:val="center"/>
          </w:tcPr>
          <w:p w14:paraId="60575A7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142A52B4" w14:textId="77777777" w:rsidTr="003009BC">
        <w:trPr>
          <w:trHeight w:val="210"/>
          <w:jc w:val="center"/>
        </w:trPr>
        <w:tc>
          <w:tcPr>
            <w:tcW w:w="10485" w:type="dxa"/>
            <w:gridSpan w:val="7"/>
            <w:noWrap/>
            <w:vAlign w:val="center"/>
            <w:hideMark/>
          </w:tcPr>
          <w:p w14:paraId="431B94DA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</w:p>
        </w:tc>
      </w:tr>
    </w:tbl>
    <w:p w14:paraId="36B37F42" w14:textId="77777777" w:rsidR="00E81FC0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540E891D" w14:textId="77777777" w:rsidR="00995044" w:rsidRPr="00F33FCE" w:rsidRDefault="00995044" w:rsidP="00995044">
      <w:pPr>
        <w:numPr>
          <w:ilvl w:val="0"/>
          <w:numId w:val="2"/>
        </w:numPr>
        <w:spacing w:before="120"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Pr="00F33FCE">
        <w:rPr>
          <w:rFonts w:asciiTheme="minorHAnsi" w:eastAsia="Times New Roman" w:hAnsiTheme="minorHAnsi" w:cstheme="minorHAnsi"/>
          <w:b/>
          <w:u w:val="single"/>
        </w:rPr>
        <w:t xml:space="preserve">DOTYCZĄCE SPEŁNIANIA WARUNKÓW UDZIAŁU W POSTĘPOWANIU </w:t>
      </w:r>
      <w:r w:rsidRPr="00F33FCE">
        <w:rPr>
          <w:rFonts w:asciiTheme="minorHAnsi" w:eastAsia="Times New Roman" w:hAnsiTheme="minorHAnsi" w:cstheme="minorHAnsi"/>
          <w:b/>
          <w:u w:val="single"/>
        </w:rPr>
        <w:br/>
      </w:r>
    </w:p>
    <w:p w14:paraId="4CAF03BD" w14:textId="599342FA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Na potrzeby postępowania o zawarcie umowy prowadzonego w trybie </w:t>
      </w:r>
      <w:r w:rsidRPr="00F33FCE">
        <w:rPr>
          <w:rFonts w:asciiTheme="minorHAnsi" w:eastAsia="Times New Roman" w:hAnsiTheme="minorHAnsi" w:cstheme="minorHAnsi"/>
          <w:b/>
        </w:rPr>
        <w:t>podstawowym</w:t>
      </w:r>
      <w:r w:rsidRPr="00F33FCE">
        <w:rPr>
          <w:rFonts w:asciiTheme="minorHAnsi" w:eastAsia="Times New Roman" w:hAnsiTheme="minorHAnsi" w:cstheme="minorHAnsi"/>
          <w:i/>
        </w:rPr>
        <w:t xml:space="preserve">, </w:t>
      </w:r>
      <w:r w:rsidRPr="00F33FCE">
        <w:rPr>
          <w:rFonts w:asciiTheme="minorHAnsi" w:eastAsia="Times New Roman" w:hAnsiTheme="minorHAnsi" w:cstheme="minorHAnsi"/>
        </w:rPr>
        <w:t>oświadczam, co następuje:</w:t>
      </w:r>
    </w:p>
    <w:p w14:paraId="712F3A35" w14:textId="77777777" w:rsidR="00995044" w:rsidRPr="00F33FCE" w:rsidRDefault="00995044" w:rsidP="00995044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</w:rPr>
      </w:pPr>
    </w:p>
    <w:p w14:paraId="3BD8E735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0B2AC216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Oświadczam, że spełniam warunki udziału w postępowaniu określone przez zamawiającego w treści </w:t>
      </w:r>
      <w:r>
        <w:rPr>
          <w:rFonts w:asciiTheme="minorHAnsi" w:eastAsia="Times New Roman" w:hAnsiTheme="minorHAnsi" w:cstheme="minorHAnsi"/>
        </w:rPr>
        <w:t>SWZ</w:t>
      </w:r>
    </w:p>
    <w:p w14:paraId="026473B4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  <w:i/>
        </w:rPr>
      </w:pPr>
      <w:r w:rsidRPr="00F33FCE">
        <w:rPr>
          <w:rFonts w:asciiTheme="minorHAnsi" w:eastAsia="Times New Roman" w:hAnsiTheme="minorHAnsi" w:cstheme="minorHAnsi"/>
          <w:i/>
        </w:rPr>
        <w:t xml:space="preserve">tj. : </w:t>
      </w:r>
    </w:p>
    <w:p w14:paraId="4CAB94D7" w14:textId="77777777" w:rsidR="00192BC2" w:rsidRDefault="00995044" w:rsidP="00192BC2">
      <w:pPr>
        <w:spacing w:before="60" w:after="120"/>
        <w:jc w:val="both"/>
        <w:rPr>
          <w:rFonts w:asciiTheme="minorHAnsi" w:eastAsia="Times New Roman" w:hAnsiTheme="minorHAnsi" w:cstheme="minorHAnsi"/>
          <w:b/>
          <w:i/>
        </w:rPr>
      </w:pPr>
      <w:r w:rsidRPr="00F33FCE">
        <w:rPr>
          <w:rFonts w:asciiTheme="minorHAnsi" w:eastAsia="Times New Roman" w:hAnsiTheme="minorHAnsi" w:cstheme="minorHAnsi"/>
          <w:b/>
          <w:i/>
        </w:rPr>
        <w:t>Zdolność techniczna lub zawodowa</w:t>
      </w:r>
      <w:r w:rsidR="00192BC2">
        <w:rPr>
          <w:rFonts w:asciiTheme="minorHAnsi" w:eastAsia="Times New Roman" w:hAnsiTheme="minorHAnsi" w:cstheme="minorHAnsi"/>
          <w:b/>
          <w:i/>
        </w:rPr>
        <w:t xml:space="preserve"> </w:t>
      </w:r>
    </w:p>
    <w:p w14:paraId="5176D0EC" w14:textId="7E165121" w:rsidR="00312662" w:rsidRPr="00312662" w:rsidRDefault="008D50A0" w:rsidP="00312662">
      <w:pPr>
        <w:pStyle w:val="Akapitzlist"/>
        <w:numPr>
          <w:ilvl w:val="0"/>
          <w:numId w:val="8"/>
        </w:numPr>
        <w:spacing w:before="60" w:after="120"/>
        <w:jc w:val="both"/>
        <w:rPr>
          <w:rFonts w:eastAsia="Times New Roman" w:cs="Calibri"/>
          <w:i/>
          <w:lang w:eastAsia="pl-PL"/>
        </w:rPr>
      </w:pPr>
      <w:r>
        <w:rPr>
          <w:rFonts w:eastAsia="Times New Roman" w:cs="Calibri"/>
          <w:i/>
          <w:lang w:eastAsia="pl-PL"/>
        </w:rPr>
        <w:t xml:space="preserve"> </w:t>
      </w:r>
      <w:r w:rsidR="00312662" w:rsidRPr="00312662">
        <w:rPr>
          <w:rFonts w:eastAsia="Times New Roman" w:cs="Calibri"/>
          <w:i/>
          <w:lang w:eastAsia="pl-PL"/>
        </w:rPr>
        <w:t xml:space="preserve">dysponuje  co najmniej jedną osobą, która będzie pełnić funkcję kierownika budowy posiadającą  uprawnienia budowlane do pełnienia samodzielnych funkcji technicznych w budownictwie określone przepisami Prawa budowlanego oraz doświadczenie w kierowaniu robotami budowlanymi. </w:t>
      </w:r>
    </w:p>
    <w:p w14:paraId="6B12BF44" w14:textId="1E7D15F5" w:rsidR="00312662" w:rsidRPr="00312662" w:rsidRDefault="00312662" w:rsidP="00312662">
      <w:pPr>
        <w:spacing w:before="60" w:after="120"/>
        <w:ind w:left="1134"/>
        <w:jc w:val="both"/>
        <w:rPr>
          <w:rFonts w:eastAsia="Times New Roman" w:cs="Calibri"/>
          <w:i/>
          <w:lang w:eastAsia="pl-PL"/>
        </w:rPr>
      </w:pP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2515"/>
        <w:gridCol w:w="3123"/>
        <w:gridCol w:w="2394"/>
      </w:tblGrid>
      <w:tr w:rsidR="00312662" w:rsidRPr="00067E5D" w14:paraId="556F6766" w14:textId="2094808A" w:rsidTr="00312662">
        <w:trPr>
          <w:trHeight w:val="126"/>
        </w:trPr>
        <w:tc>
          <w:tcPr>
            <w:tcW w:w="2150" w:type="dxa"/>
          </w:tcPr>
          <w:p w14:paraId="49F60CC8" w14:textId="77777777" w:rsidR="00312662" w:rsidRPr="00067E5D" w:rsidRDefault="00312662" w:rsidP="00D632F1">
            <w:pPr>
              <w:pStyle w:val="Akapitzlist"/>
              <w:ind w:left="53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Imię i nazwisko</w:t>
            </w:r>
          </w:p>
        </w:tc>
        <w:tc>
          <w:tcPr>
            <w:tcW w:w="2515" w:type="dxa"/>
          </w:tcPr>
          <w:p w14:paraId="7F5526D9" w14:textId="77777777" w:rsidR="00312662" w:rsidRPr="00067E5D" w:rsidRDefault="00312662" w:rsidP="00D632F1">
            <w:pPr>
              <w:pStyle w:val="Akapitzlist"/>
              <w:ind w:left="172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Funkcja planowana do powierzenia przy realizacji zamówienia</w:t>
            </w:r>
          </w:p>
        </w:tc>
        <w:tc>
          <w:tcPr>
            <w:tcW w:w="3123" w:type="dxa"/>
          </w:tcPr>
          <w:p w14:paraId="00C05D01" w14:textId="77777777" w:rsidR="00312662" w:rsidRPr="00067E5D" w:rsidRDefault="00312662" w:rsidP="00D632F1">
            <w:pPr>
              <w:pStyle w:val="Akapitzlist"/>
              <w:ind w:left="71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Rodzaj uprawnieniń (podać w szczególności nr i rodzaj uprawnień)</w:t>
            </w:r>
          </w:p>
        </w:tc>
        <w:tc>
          <w:tcPr>
            <w:tcW w:w="2394" w:type="dxa"/>
          </w:tcPr>
          <w:p w14:paraId="7C13F982" w14:textId="3E880BA8" w:rsidR="00312662" w:rsidRPr="00067E5D" w:rsidRDefault="00312662" w:rsidP="00D632F1">
            <w:pPr>
              <w:pStyle w:val="Akapitzlist"/>
              <w:ind w:left="60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Doświadczenie (opisać)</w:t>
            </w:r>
          </w:p>
        </w:tc>
      </w:tr>
      <w:tr w:rsidR="00312662" w:rsidRPr="00067E5D" w14:paraId="34BD29BE" w14:textId="2557E617" w:rsidTr="00312662">
        <w:trPr>
          <w:trHeight w:val="131"/>
        </w:trPr>
        <w:tc>
          <w:tcPr>
            <w:tcW w:w="2150" w:type="dxa"/>
          </w:tcPr>
          <w:p w14:paraId="2DDE9949" w14:textId="77777777" w:rsidR="00312662" w:rsidRPr="00067E5D" w:rsidRDefault="00312662" w:rsidP="00D632F1">
            <w:pPr>
              <w:pStyle w:val="Akapitzlist"/>
              <w:ind w:left="53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515" w:type="dxa"/>
          </w:tcPr>
          <w:p w14:paraId="4FAB4835" w14:textId="28F65374" w:rsidR="00312662" w:rsidRPr="00067E5D" w:rsidRDefault="008D50A0" w:rsidP="00D632F1">
            <w:pPr>
              <w:pStyle w:val="Akapitzlist"/>
              <w:ind w:left="172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Kierownik budowy</w:t>
            </w:r>
          </w:p>
        </w:tc>
        <w:tc>
          <w:tcPr>
            <w:tcW w:w="3123" w:type="dxa"/>
          </w:tcPr>
          <w:p w14:paraId="78FDE60D" w14:textId="77777777" w:rsidR="00312662" w:rsidRPr="00067E5D" w:rsidRDefault="00312662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394" w:type="dxa"/>
          </w:tcPr>
          <w:p w14:paraId="3822CF8E" w14:textId="77777777" w:rsidR="00312662" w:rsidRPr="00067E5D" w:rsidRDefault="00312662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</w:tr>
    </w:tbl>
    <w:p w14:paraId="59FA42B6" w14:textId="77777777" w:rsidR="00D72F5C" w:rsidRPr="00F33FCE" w:rsidRDefault="00D72F5C" w:rsidP="00995044">
      <w:pPr>
        <w:pStyle w:val="Akapitzlist"/>
        <w:spacing w:after="0" w:line="240" w:lineRule="auto"/>
        <w:ind w:left="502"/>
        <w:jc w:val="both"/>
        <w:rPr>
          <w:rFonts w:asciiTheme="minorHAnsi" w:eastAsia="Times New Roman" w:hAnsiTheme="minorHAnsi" w:cstheme="minorHAnsi"/>
          <w:i/>
        </w:rPr>
      </w:pPr>
    </w:p>
    <w:p w14:paraId="673198D0" w14:textId="77777777" w:rsidR="00995044" w:rsidRPr="00F33FCE" w:rsidRDefault="00995044" w:rsidP="00192BC2">
      <w:pPr>
        <w:spacing w:before="120" w:after="0" w:line="240" w:lineRule="auto"/>
        <w:ind w:left="720"/>
        <w:rPr>
          <w:rFonts w:asciiTheme="minorHAnsi" w:eastAsia="Times New Roman" w:hAnsiTheme="minorHAnsi" w:cstheme="minorHAnsi"/>
          <w:b/>
          <w:u w:val="single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Pr="00F33FCE">
        <w:rPr>
          <w:rFonts w:asciiTheme="minorHAnsi" w:eastAsia="Times New Roman" w:hAnsiTheme="minorHAnsi" w:cstheme="minorHAnsi"/>
          <w:b/>
          <w:u w:val="single"/>
        </w:rPr>
        <w:t>DOTYCZĄCE PRZESŁANEK WYKLUCZENIA Z POSTĘPOWANIA</w:t>
      </w:r>
    </w:p>
    <w:p w14:paraId="74C04FFB" w14:textId="77777777" w:rsidR="00995044" w:rsidRPr="00F33FCE" w:rsidRDefault="00995044" w:rsidP="00995044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b/>
          <w:u w:val="single"/>
        </w:rPr>
      </w:pPr>
    </w:p>
    <w:p w14:paraId="10C94A05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152962C8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oświadczam, że wykonawca którego reprezentuję:</w:t>
      </w:r>
    </w:p>
    <w:p w14:paraId="6FBF58A3" w14:textId="7FA2098B" w:rsidR="00995044" w:rsidRDefault="00995044" w:rsidP="0099504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nie podlega wykluczeniu z postępowania na podstawie art. 108 ust 1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>.</w:t>
      </w:r>
    </w:p>
    <w:p w14:paraId="06552192" w14:textId="54CADBA3" w:rsidR="003D33F7" w:rsidRPr="00F33FCE" w:rsidRDefault="003D33F7" w:rsidP="0099504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3D33F7">
        <w:rPr>
          <w:rFonts w:asciiTheme="minorHAnsi" w:eastAsia="Times New Roman" w:hAnsiTheme="minorHAnsi" w:cstheme="minorHAnsi"/>
        </w:rPr>
        <w:t>nie podlega wykluczeniu z postępowania na podstawie art. 7 ust 1 ustawy o szczególnych rozwiązaniach w zakresie przeciwdziałania wspieraniu agresji na Ukrainę oraz służących ochronie bezpieczeństwa narodowego (</w:t>
      </w:r>
      <w:proofErr w:type="spellStart"/>
      <w:r w:rsidR="00D72F5C">
        <w:rPr>
          <w:rFonts w:asciiTheme="minorHAnsi" w:eastAsia="Times New Roman" w:hAnsiTheme="minorHAnsi" w:cstheme="minorHAnsi"/>
        </w:rPr>
        <w:t>t.j</w:t>
      </w:r>
      <w:proofErr w:type="spellEnd"/>
      <w:r w:rsidR="00D72F5C">
        <w:rPr>
          <w:rFonts w:asciiTheme="minorHAnsi" w:eastAsia="Times New Roman" w:hAnsiTheme="minorHAnsi" w:cstheme="minorHAnsi"/>
        </w:rPr>
        <w:t xml:space="preserve">. </w:t>
      </w:r>
      <w:r w:rsidRPr="003D33F7">
        <w:rPr>
          <w:rFonts w:asciiTheme="minorHAnsi" w:eastAsia="Times New Roman" w:hAnsiTheme="minorHAnsi" w:cstheme="minorHAnsi"/>
        </w:rPr>
        <w:t>Dz.U. z 202</w:t>
      </w:r>
      <w:r w:rsidR="00D72F5C">
        <w:rPr>
          <w:rFonts w:asciiTheme="minorHAnsi" w:eastAsia="Times New Roman" w:hAnsiTheme="minorHAnsi" w:cstheme="minorHAnsi"/>
        </w:rPr>
        <w:t>3</w:t>
      </w:r>
      <w:r w:rsidRPr="003D33F7">
        <w:rPr>
          <w:rFonts w:asciiTheme="minorHAnsi" w:eastAsia="Times New Roman" w:hAnsiTheme="minorHAnsi" w:cstheme="minorHAnsi"/>
        </w:rPr>
        <w:t xml:space="preserve"> r. poz. </w:t>
      </w:r>
      <w:r w:rsidR="00D72F5C">
        <w:rPr>
          <w:rFonts w:asciiTheme="minorHAnsi" w:eastAsia="Times New Roman" w:hAnsiTheme="minorHAnsi" w:cstheme="minorHAnsi"/>
        </w:rPr>
        <w:t>1497</w:t>
      </w:r>
      <w:r w:rsidRPr="003D33F7">
        <w:rPr>
          <w:rFonts w:asciiTheme="minorHAnsi" w:eastAsia="Times New Roman" w:hAnsiTheme="minorHAnsi" w:cstheme="minorHAnsi"/>
        </w:rPr>
        <w:t>),</w:t>
      </w:r>
    </w:p>
    <w:p w14:paraId="2D17E2A4" w14:textId="77777777" w:rsidR="00995044" w:rsidRPr="00F33FCE" w:rsidRDefault="00995044" w:rsidP="00995044">
      <w:pPr>
        <w:numPr>
          <w:ilvl w:val="0"/>
          <w:numId w:val="1"/>
        </w:numPr>
        <w:spacing w:after="0" w:line="240" w:lineRule="auto"/>
        <w:ind w:left="426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  <w:i/>
          <w:color w:val="FF0000"/>
        </w:rPr>
        <w:t>(jeśli dotyczy)</w:t>
      </w:r>
      <w:r w:rsidRPr="00F33FCE">
        <w:rPr>
          <w:rFonts w:asciiTheme="minorHAnsi" w:eastAsia="Times New Roman" w:hAnsiTheme="minorHAnsi" w:cstheme="minorHAnsi"/>
        </w:rPr>
        <w:t xml:space="preserve"> zachodzą w stosunku do mnie podstawy wykluczenia z postępowania na podstawie art. ………….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(podać mającą zastosowanie podstawę wykluczenia spośród wymienionych w art. 108 ust. 1 pkt ….. . Jednocześnie przedstawiam dowody, że w związku z ww. okolicznością, na podstawie art. 110 ust. 2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podjąłem następujące środki naprawcze: …………………………………………………………………………………………………………………………………………………………</w:t>
      </w:r>
    </w:p>
    <w:p w14:paraId="085E6C39" w14:textId="77777777" w:rsidR="00995044" w:rsidRPr="00F33FCE" w:rsidRDefault="00995044" w:rsidP="00995044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296A747D" w14:textId="77777777" w:rsidR="00995044" w:rsidRPr="00F33FCE" w:rsidRDefault="00995044" w:rsidP="00995044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7403B892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OŚWIADCZENIE DOTYCZĄCE PODANYCH INFORMACJI  ORAZ OŚWIADCZENIE RODO:</w:t>
      </w:r>
    </w:p>
    <w:p w14:paraId="4DCCBF16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informacje podane powyżej są dokładne i prawidłowe oraz, że zostały przedstawione z pełną świadomością konsekwencji poważnego wprowadzenia w błąd. </w:t>
      </w:r>
    </w:p>
    <w:p w14:paraId="42CB872F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jest (są) w stanie, na żądanie i bez zwłoki, przedstawić zaświadczenia i inne rodzaje dowodów w formie dokumentów, z wyjątkiem przypadków, w których  zamawiający ma możliwość uzyskania odpowiednich dokumentów potwierdzających bezpośrednio za pomocą bezpłatnej krajowej bazy danych w dowolnym państwie członkowskim*. </w:t>
      </w:r>
    </w:p>
    <w:p w14:paraId="150DE7E6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wyrażam(-y) zgodę na to, aby [Gmina Myślenice] uzyskała dostęp do dokumentów potwierdzających informacje, które zostały przedstawione w treści niniejszym wniosku, na potrzeby </w:t>
      </w:r>
      <w:r>
        <w:rPr>
          <w:rFonts w:asciiTheme="minorHAnsi" w:hAnsiTheme="minorHAnsi" w:cstheme="minorHAnsi"/>
        </w:rPr>
        <w:t xml:space="preserve">niniejszego </w:t>
      </w:r>
      <w:r w:rsidRPr="00F33FCE">
        <w:rPr>
          <w:rFonts w:asciiTheme="minorHAnsi" w:hAnsiTheme="minorHAnsi" w:cstheme="minorHAnsi"/>
        </w:rPr>
        <w:t xml:space="preserve">postępowania </w:t>
      </w:r>
    </w:p>
    <w:p w14:paraId="51862384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postępowaniu.**</w:t>
      </w:r>
    </w:p>
    <w:p w14:paraId="220D6B4D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77DA3579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* </w:t>
      </w:r>
      <w:r w:rsidRPr="00F33FCE">
        <w:rPr>
          <w:rFonts w:asciiTheme="minorHAnsi" w:eastAsia="Times New Roman" w:hAnsiTheme="minorHAnsi" w:cstheme="minorHAnsi"/>
        </w:rPr>
        <w:t>Pod warunkiem, że wykonawca przekazał niezbędne informacje (adres internetowy, dane wydającego urzędu lub organu, dokładne dane referencyjne dokumentacji) umożliwiające instytucji zamawiającej lub podmiotowi zamawiającemu wykonać tę czynność. W razie potrzeby musi temu towarzyszyć odpowiednia zgoda na uzyskanie takiego dostępu.</w:t>
      </w:r>
    </w:p>
    <w:p w14:paraId="09424E42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38034592" w14:textId="677E64F2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95044" w:rsidRPr="00F33FCE" w:rsidSect="00BC621B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9" w:right="849" w:bottom="709" w:left="709" w:header="142" w:footer="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ABAB8" w14:textId="77777777" w:rsidR="00DD67D7" w:rsidRDefault="00DD67D7" w:rsidP="00065A38">
      <w:pPr>
        <w:spacing w:after="0" w:line="240" w:lineRule="auto"/>
      </w:pPr>
      <w:r>
        <w:separator/>
      </w:r>
    </w:p>
  </w:endnote>
  <w:endnote w:type="continuationSeparator" w:id="0">
    <w:p w14:paraId="1E01D0AD" w14:textId="77777777" w:rsidR="00DD67D7" w:rsidRDefault="00DD67D7" w:rsidP="0006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859B1" w14:textId="77777777" w:rsidR="007C1C19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34C5D117" w14:textId="77777777" w:rsidR="007C1C19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FA35B" w14:textId="77777777" w:rsidR="007C1C19" w:rsidRDefault="00065A3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44ADC">
      <w:rPr>
        <w:noProof/>
      </w:rPr>
      <w:t>3</w:t>
    </w:r>
    <w:r>
      <w:fldChar w:fldCharType="end"/>
    </w:r>
  </w:p>
  <w:p w14:paraId="1E6AC0F0" w14:textId="77777777" w:rsidR="007C1C19" w:rsidRDefault="007C1C19">
    <w:pPr>
      <w:spacing w:after="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29370" w14:textId="77777777" w:rsidR="007C1C19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ADC" w:rsidRPr="00644ADC">
      <w:rPr>
        <w:rFonts w:cs="Calibri"/>
        <w:noProof/>
      </w:rPr>
      <w:t>1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173EF261" w14:textId="77777777" w:rsidR="007C1C19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9E1C2" w14:textId="77777777" w:rsidR="00DD67D7" w:rsidRDefault="00DD67D7" w:rsidP="00065A38">
      <w:pPr>
        <w:spacing w:after="0" w:line="240" w:lineRule="auto"/>
      </w:pPr>
      <w:r>
        <w:separator/>
      </w:r>
    </w:p>
  </w:footnote>
  <w:footnote w:type="continuationSeparator" w:id="0">
    <w:p w14:paraId="47B62A73" w14:textId="77777777" w:rsidR="00DD67D7" w:rsidRDefault="00DD67D7" w:rsidP="00065A38">
      <w:pPr>
        <w:spacing w:after="0" w:line="240" w:lineRule="auto"/>
      </w:pPr>
      <w:r>
        <w:continuationSeparator/>
      </w:r>
    </w:p>
  </w:footnote>
  <w:footnote w:id="1">
    <w:p w14:paraId="7E8DE8C6" w14:textId="77777777" w:rsidR="00E81FC0" w:rsidRDefault="00E81FC0" w:rsidP="00E81F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7C31">
        <w:t>W przypadku wspólnego ubiegania się o zamówienie przez Wykonawców Oświadczeni</w:t>
      </w:r>
      <w:r>
        <w:t>e</w:t>
      </w:r>
      <w:r w:rsidRPr="00917C31">
        <w:t xml:space="preserve"> składa</w:t>
      </w:r>
      <w:r>
        <w:t xml:space="preserve"> osobno</w:t>
      </w:r>
      <w:r w:rsidRPr="00917C31">
        <w:t xml:space="preserve"> każdy z Wykonawców wspólnie ubiegających się o zamówienie</w:t>
      </w:r>
      <w:r>
        <w:t xml:space="preserve"> (tj. każdy uczestnik konsorcjum i każdy wspólnik spółki cywilnej)</w:t>
      </w:r>
      <w:r w:rsidRPr="00917C3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682EF" w14:textId="278BCE66" w:rsidR="00E14E1B" w:rsidRDefault="00BC621B" w:rsidP="00BC621B">
    <w:pPr>
      <w:pStyle w:val="Nagwek"/>
      <w:tabs>
        <w:tab w:val="clear" w:pos="4536"/>
        <w:tab w:val="clear" w:pos="9072"/>
        <w:tab w:val="left" w:pos="4511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3EBA33AF" w14:textId="3E58F95C" w:rsidR="00D632F1" w:rsidRDefault="00D632F1" w:rsidP="000A30DF">
    <w:pPr>
      <w:pStyle w:val="Nagwek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3C5655C6" wp14:editId="0FC9734D">
          <wp:extent cx="5761355" cy="494030"/>
          <wp:effectExtent l="0" t="0" r="0" b="0"/>
          <wp:docPr id="895341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6FFE874" w14:textId="77777777" w:rsidR="00D632F1" w:rsidRDefault="00D632F1" w:rsidP="000A30DF">
    <w:pPr>
      <w:pStyle w:val="Nagwek"/>
      <w:rPr>
        <w:sz w:val="18"/>
        <w:szCs w:val="18"/>
      </w:rPr>
    </w:pPr>
  </w:p>
  <w:p w14:paraId="71265218" w14:textId="085D8690" w:rsidR="000A30DF" w:rsidRDefault="000A30DF" w:rsidP="000A30DF">
    <w:pPr>
      <w:pStyle w:val="Nagwek"/>
      <w:rPr>
        <w:sz w:val="18"/>
        <w:szCs w:val="18"/>
        <w:lang w:eastAsia="zh-CN"/>
      </w:rPr>
    </w:pPr>
    <w:proofErr w:type="spellStart"/>
    <w:r>
      <w:rPr>
        <w:sz w:val="18"/>
        <w:szCs w:val="18"/>
      </w:rPr>
      <w:t>zal</w:t>
    </w:r>
    <w:proofErr w:type="spellEnd"/>
    <w:r>
      <w:rPr>
        <w:sz w:val="18"/>
        <w:szCs w:val="18"/>
      </w:rPr>
      <w:t xml:space="preserve"> </w:t>
    </w:r>
    <w:r w:rsidR="005E2EF1">
      <w:rPr>
        <w:sz w:val="18"/>
        <w:szCs w:val="18"/>
      </w:rPr>
      <w:t>1</w:t>
    </w:r>
    <w:r>
      <w:rPr>
        <w:sz w:val="18"/>
        <w:szCs w:val="18"/>
      </w:rPr>
      <w:t xml:space="preserve"> do </w:t>
    </w:r>
    <w:r w:rsidR="00A92781">
      <w:rPr>
        <w:sz w:val="18"/>
        <w:szCs w:val="18"/>
      </w:rPr>
      <w:t>SWZ</w:t>
    </w:r>
    <w:r w:rsidR="009C3515">
      <w:rPr>
        <w:sz w:val="18"/>
        <w:szCs w:val="18"/>
      </w:rPr>
      <w:t xml:space="preserve"> </w:t>
    </w:r>
  </w:p>
  <w:p w14:paraId="0E68CD88" w14:textId="4F725B53" w:rsidR="006A292F" w:rsidRPr="000A30DF" w:rsidRDefault="006A292F" w:rsidP="000A30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525"/>
    <w:multiLevelType w:val="hybridMultilevel"/>
    <w:tmpl w:val="84A419CE"/>
    <w:lvl w:ilvl="0" w:tplc="1F7E6844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3175C"/>
    <w:multiLevelType w:val="hybridMultilevel"/>
    <w:tmpl w:val="4742FFF4"/>
    <w:lvl w:ilvl="0" w:tplc="495A7948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56F1F47"/>
    <w:multiLevelType w:val="hybridMultilevel"/>
    <w:tmpl w:val="5FA00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53CD0"/>
    <w:multiLevelType w:val="hybridMultilevel"/>
    <w:tmpl w:val="A06CEC1E"/>
    <w:lvl w:ilvl="0" w:tplc="DE46E0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D0931"/>
    <w:multiLevelType w:val="hybridMultilevel"/>
    <w:tmpl w:val="824E7A6E"/>
    <w:lvl w:ilvl="0" w:tplc="F320B55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DE04068"/>
    <w:multiLevelType w:val="hybridMultilevel"/>
    <w:tmpl w:val="15E452EC"/>
    <w:lvl w:ilvl="0" w:tplc="E234651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4F344173"/>
    <w:multiLevelType w:val="hybridMultilevel"/>
    <w:tmpl w:val="07B63966"/>
    <w:lvl w:ilvl="0" w:tplc="F5C4278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F1DA5"/>
    <w:multiLevelType w:val="hybridMultilevel"/>
    <w:tmpl w:val="F8BA8A30"/>
    <w:lvl w:ilvl="0" w:tplc="C660D44E">
      <w:start w:val="1"/>
      <w:numFmt w:val="lowerLetter"/>
      <w:lvlText w:val="%1)"/>
      <w:lvlJc w:val="left"/>
      <w:pPr>
        <w:ind w:left="2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0C2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8D7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201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9C41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6C5C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8CC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64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5AF4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048436B"/>
    <w:multiLevelType w:val="hybridMultilevel"/>
    <w:tmpl w:val="8FA2BA8E"/>
    <w:lvl w:ilvl="0" w:tplc="0D26C6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6C27E7"/>
    <w:multiLevelType w:val="hybridMultilevel"/>
    <w:tmpl w:val="839EE6CE"/>
    <w:lvl w:ilvl="0" w:tplc="2BA60710">
      <w:start w:val="1"/>
      <w:numFmt w:val="upperRoman"/>
      <w:lvlText w:val="%1."/>
      <w:lvlJc w:val="left"/>
      <w:pPr>
        <w:ind w:left="1146" w:hanging="720"/>
      </w:pPr>
      <w:rPr>
        <w:rFonts w:ascii="Calibri" w:eastAsia="Times New Roman" w:hAnsi="Calibri" w:cs="Calibri" w:hint="default"/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597296797">
    <w:abstractNumId w:val="3"/>
  </w:num>
  <w:num w:numId="2" w16cid:durableId="1478646895">
    <w:abstractNumId w:val="7"/>
  </w:num>
  <w:num w:numId="3" w16cid:durableId="20853774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7514606">
    <w:abstractNumId w:val="0"/>
  </w:num>
  <w:num w:numId="5" w16cid:durableId="1613434932">
    <w:abstractNumId w:val="9"/>
  </w:num>
  <w:num w:numId="6" w16cid:durableId="477765357">
    <w:abstractNumId w:val="6"/>
  </w:num>
  <w:num w:numId="7" w16cid:durableId="1691175686">
    <w:abstractNumId w:val="5"/>
  </w:num>
  <w:num w:numId="8" w16cid:durableId="329529023">
    <w:abstractNumId w:val="10"/>
  </w:num>
  <w:num w:numId="9" w16cid:durableId="692264902">
    <w:abstractNumId w:val="2"/>
  </w:num>
  <w:num w:numId="10" w16cid:durableId="1989281427">
    <w:abstractNumId w:val="1"/>
  </w:num>
  <w:num w:numId="11" w16cid:durableId="19341225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64"/>
    <w:rsid w:val="0000746F"/>
    <w:rsid w:val="000113B6"/>
    <w:rsid w:val="00026EC3"/>
    <w:rsid w:val="00052365"/>
    <w:rsid w:val="000635C4"/>
    <w:rsid w:val="00065A38"/>
    <w:rsid w:val="00067E5D"/>
    <w:rsid w:val="000A30DF"/>
    <w:rsid w:val="000B1287"/>
    <w:rsid w:val="000C6DD5"/>
    <w:rsid w:val="000F775A"/>
    <w:rsid w:val="0014445D"/>
    <w:rsid w:val="001447CC"/>
    <w:rsid w:val="00160A44"/>
    <w:rsid w:val="00192BC2"/>
    <w:rsid w:val="001C179B"/>
    <w:rsid w:val="001C328E"/>
    <w:rsid w:val="001E38BE"/>
    <w:rsid w:val="001F6485"/>
    <w:rsid w:val="002078C4"/>
    <w:rsid w:val="00230FCA"/>
    <w:rsid w:val="00254864"/>
    <w:rsid w:val="002568E6"/>
    <w:rsid w:val="00270A94"/>
    <w:rsid w:val="0028370C"/>
    <w:rsid w:val="00283D90"/>
    <w:rsid w:val="002A45B0"/>
    <w:rsid w:val="00304C9E"/>
    <w:rsid w:val="00312662"/>
    <w:rsid w:val="00397968"/>
    <w:rsid w:val="003A3D8D"/>
    <w:rsid w:val="003A516E"/>
    <w:rsid w:val="003C2C02"/>
    <w:rsid w:val="003C325C"/>
    <w:rsid w:val="003D33F7"/>
    <w:rsid w:val="00484D52"/>
    <w:rsid w:val="00492E28"/>
    <w:rsid w:val="004B5044"/>
    <w:rsid w:val="004E7F0C"/>
    <w:rsid w:val="00531BF2"/>
    <w:rsid w:val="00563D51"/>
    <w:rsid w:val="005B38A6"/>
    <w:rsid w:val="005B67C7"/>
    <w:rsid w:val="005E0CA7"/>
    <w:rsid w:val="005E2EF1"/>
    <w:rsid w:val="005F1DB7"/>
    <w:rsid w:val="00611C5E"/>
    <w:rsid w:val="0061643F"/>
    <w:rsid w:val="00627AA6"/>
    <w:rsid w:val="00634DAB"/>
    <w:rsid w:val="00644ADC"/>
    <w:rsid w:val="006616A5"/>
    <w:rsid w:val="0069248A"/>
    <w:rsid w:val="006A292F"/>
    <w:rsid w:val="006D4454"/>
    <w:rsid w:val="006D4E1B"/>
    <w:rsid w:val="006D5B2D"/>
    <w:rsid w:val="006E31FA"/>
    <w:rsid w:val="00722C55"/>
    <w:rsid w:val="007915C6"/>
    <w:rsid w:val="007A5099"/>
    <w:rsid w:val="007B6C5E"/>
    <w:rsid w:val="007C1C19"/>
    <w:rsid w:val="007D5176"/>
    <w:rsid w:val="007E465C"/>
    <w:rsid w:val="007E5D4E"/>
    <w:rsid w:val="00850405"/>
    <w:rsid w:val="00856B83"/>
    <w:rsid w:val="0085762C"/>
    <w:rsid w:val="00871F04"/>
    <w:rsid w:val="008A27C8"/>
    <w:rsid w:val="008C2510"/>
    <w:rsid w:val="008D14E9"/>
    <w:rsid w:val="008D50A0"/>
    <w:rsid w:val="00904233"/>
    <w:rsid w:val="00930465"/>
    <w:rsid w:val="009353AB"/>
    <w:rsid w:val="00944DFA"/>
    <w:rsid w:val="009552E5"/>
    <w:rsid w:val="00984AC6"/>
    <w:rsid w:val="00995044"/>
    <w:rsid w:val="009B615D"/>
    <w:rsid w:val="009B6C1F"/>
    <w:rsid w:val="009C34EE"/>
    <w:rsid w:val="009C3515"/>
    <w:rsid w:val="00A24CB5"/>
    <w:rsid w:val="00A33FE5"/>
    <w:rsid w:val="00A4487E"/>
    <w:rsid w:val="00A744CB"/>
    <w:rsid w:val="00A8287F"/>
    <w:rsid w:val="00A83089"/>
    <w:rsid w:val="00A92781"/>
    <w:rsid w:val="00AC218D"/>
    <w:rsid w:val="00AD57C6"/>
    <w:rsid w:val="00B07F32"/>
    <w:rsid w:val="00B102D7"/>
    <w:rsid w:val="00B2729D"/>
    <w:rsid w:val="00B362A8"/>
    <w:rsid w:val="00B752C7"/>
    <w:rsid w:val="00B9051B"/>
    <w:rsid w:val="00B91B14"/>
    <w:rsid w:val="00BA73E7"/>
    <w:rsid w:val="00BC621B"/>
    <w:rsid w:val="00BE0FAC"/>
    <w:rsid w:val="00BE262F"/>
    <w:rsid w:val="00C300B9"/>
    <w:rsid w:val="00C33A86"/>
    <w:rsid w:val="00C42DF2"/>
    <w:rsid w:val="00C75E55"/>
    <w:rsid w:val="00C83B63"/>
    <w:rsid w:val="00CA7A7A"/>
    <w:rsid w:val="00CC46A4"/>
    <w:rsid w:val="00CD1F5B"/>
    <w:rsid w:val="00CD2BE3"/>
    <w:rsid w:val="00CF00B3"/>
    <w:rsid w:val="00D11A1A"/>
    <w:rsid w:val="00D15AAE"/>
    <w:rsid w:val="00D35C33"/>
    <w:rsid w:val="00D5678F"/>
    <w:rsid w:val="00D56F51"/>
    <w:rsid w:val="00D632F1"/>
    <w:rsid w:val="00D72F5C"/>
    <w:rsid w:val="00D83480"/>
    <w:rsid w:val="00D83B71"/>
    <w:rsid w:val="00DC17CB"/>
    <w:rsid w:val="00DC361F"/>
    <w:rsid w:val="00DD67D7"/>
    <w:rsid w:val="00DF46C4"/>
    <w:rsid w:val="00E14E1B"/>
    <w:rsid w:val="00E31EEC"/>
    <w:rsid w:val="00E81FC0"/>
    <w:rsid w:val="00F02DDF"/>
    <w:rsid w:val="00F33FCE"/>
    <w:rsid w:val="00F604BD"/>
    <w:rsid w:val="00F8731E"/>
    <w:rsid w:val="00FD2AA3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4E1D1915"/>
  <w15:docId w15:val="{AA6056BA-2C10-45FF-863B-BC71CF1D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405"/>
    <w:pPr>
      <w:spacing w:after="200" w:line="276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link w:val="Nagwek5Znak"/>
    <w:uiPriority w:val="9"/>
    <w:qFormat/>
    <w:rsid w:val="00B102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65A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65A38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65A3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65A38"/>
    <w:rPr>
      <w:lang w:eastAsia="en-US"/>
    </w:rPr>
  </w:style>
  <w:style w:type="paragraph" w:styleId="Nagwek">
    <w:name w:val="header"/>
    <w:basedOn w:val="Normalny"/>
    <w:link w:val="NagwekZnak"/>
    <w:unhideWhenUsed/>
    <w:rsid w:val="00065A38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link w:val="Nagwek"/>
    <w:rsid w:val="00065A38"/>
    <w:rPr>
      <w:rFonts w:ascii="Verdana" w:eastAsia="Verdana" w:hAnsi="Verdana" w:cs="Verdana"/>
      <w:color w:val="000000"/>
      <w:szCs w:val="22"/>
    </w:rPr>
  </w:style>
  <w:style w:type="character" w:styleId="Odwoanieprzypisukocowego">
    <w:name w:val="endnote reference"/>
    <w:uiPriority w:val="99"/>
    <w:semiHidden/>
    <w:unhideWhenUsed/>
    <w:rsid w:val="00065A38"/>
    <w:rPr>
      <w:vertAlign w:val="superscript"/>
    </w:rPr>
  </w:style>
  <w:style w:type="character" w:styleId="Hipercze">
    <w:name w:val="Hyperlink"/>
    <w:uiPriority w:val="99"/>
    <w:unhideWhenUsed/>
    <w:rsid w:val="00A4487E"/>
    <w:rPr>
      <w:color w:val="0000FF"/>
      <w:u w:val="single"/>
    </w:rPr>
  </w:style>
  <w:style w:type="table" w:styleId="Tabela-Siatka">
    <w:name w:val="Table Grid"/>
    <w:basedOn w:val="Standardowy"/>
    <w:uiPriority w:val="59"/>
    <w:rsid w:val="001E3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1F5B"/>
    <w:pPr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D1F5B"/>
    <w:rPr>
      <w:rFonts w:ascii="Verdana" w:eastAsia="Verdana" w:hAnsi="Verdana" w:cs="Verdana"/>
      <w:color w:val="000000"/>
    </w:rPr>
  </w:style>
  <w:style w:type="character" w:styleId="Odwoanieprzypisudolnego">
    <w:name w:val="footnote reference"/>
    <w:uiPriority w:val="99"/>
    <w:semiHidden/>
    <w:unhideWhenUsed/>
    <w:rsid w:val="00CD1F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2A45B0"/>
    <w:pPr>
      <w:ind w:left="720"/>
      <w:contextualSpacing/>
    </w:pPr>
  </w:style>
  <w:style w:type="character" w:customStyle="1" w:styleId="Teksttreci">
    <w:name w:val="Tekst treści_"/>
    <w:link w:val="Teksttreci0"/>
    <w:locked/>
    <w:rsid w:val="003C325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325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02D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E1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in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7039D-F67D-46B0-A8C7-FEBF7303A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2</Pages>
  <Words>574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Bogdan Pacek</cp:lastModifiedBy>
  <cp:revision>6</cp:revision>
  <dcterms:created xsi:type="dcterms:W3CDTF">2025-06-17T09:42:00Z</dcterms:created>
  <dcterms:modified xsi:type="dcterms:W3CDTF">2025-12-18T12:12:00Z</dcterms:modified>
</cp:coreProperties>
</file>